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3126BCBC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  <w:r w:rsidRPr="00D00E55">
        <w:rPr>
          <w:rFonts w:cs="Arial"/>
          <w:sz w:val="21"/>
          <w:szCs w:val="21"/>
        </w:rPr>
        <w:t xml:space="preserve">Meie: </w:t>
      </w:r>
      <w:r w:rsidR="00D0429F">
        <w:rPr>
          <w:rFonts w:cs="Arial"/>
          <w:sz w:val="21"/>
          <w:szCs w:val="21"/>
        </w:rPr>
        <w:t>5</w:t>
      </w:r>
      <w:r w:rsidR="00AC4D45" w:rsidRPr="00D00E55">
        <w:rPr>
          <w:rFonts w:cs="Arial"/>
          <w:sz w:val="21"/>
          <w:szCs w:val="21"/>
        </w:rPr>
        <w:t>.</w:t>
      </w:r>
      <w:r w:rsidR="00D0429F">
        <w:rPr>
          <w:rFonts w:cs="Arial"/>
          <w:sz w:val="21"/>
          <w:szCs w:val="21"/>
        </w:rPr>
        <w:t>12</w:t>
      </w:r>
      <w:r w:rsidR="00AC4D45" w:rsidRPr="00D00E55">
        <w:rPr>
          <w:rFonts w:cs="Arial"/>
          <w:sz w:val="21"/>
          <w:szCs w:val="21"/>
        </w:rPr>
        <w:t>.202</w:t>
      </w:r>
      <w:r w:rsidR="005B46F8">
        <w:rPr>
          <w:rFonts w:cs="Arial"/>
          <w:sz w:val="21"/>
          <w:szCs w:val="21"/>
        </w:rPr>
        <w:t>3</w:t>
      </w:r>
      <w:r w:rsidR="00AC4D45" w:rsidRPr="00D00E55">
        <w:rPr>
          <w:rFonts w:cs="Arial"/>
          <w:sz w:val="21"/>
          <w:szCs w:val="21"/>
        </w:rPr>
        <w:t>.a nr JV-MAA-1/</w:t>
      </w:r>
      <w:r w:rsidR="00D23295">
        <w:rPr>
          <w:rFonts w:cs="Arial"/>
          <w:sz w:val="21"/>
          <w:szCs w:val="21"/>
        </w:rPr>
        <w:t>6201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36651544" w14:textId="0F98C375" w:rsidR="004C151D" w:rsidRDefault="004C151D" w:rsidP="003C697E">
      <w:pPr>
        <w:rPr>
          <w:rFonts w:cs="Arial"/>
          <w:sz w:val="21"/>
          <w:szCs w:val="21"/>
        </w:rPr>
      </w:pPr>
    </w:p>
    <w:p w14:paraId="728F099C" w14:textId="77777777" w:rsidR="00EA468E" w:rsidRPr="00D00E55" w:rsidRDefault="00EA468E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"/>
        <w:gridCol w:w="2629"/>
        <w:gridCol w:w="6500"/>
      </w:tblGrid>
      <w:tr w:rsidR="003C697E" w:rsidRPr="00D00E55" w14:paraId="2764B865" w14:textId="77777777" w:rsidTr="00D0429F">
        <w:trPr>
          <w:gridBefore w:val="1"/>
          <w:wBefore w:w="113" w:type="dxa"/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D0429F">
        <w:trPr>
          <w:gridBefore w:val="1"/>
          <w:wBefore w:w="113" w:type="dxa"/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D0429F">
        <w:trPr>
          <w:gridBefore w:val="1"/>
          <w:wBefore w:w="113" w:type="dxa"/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Pr="00D00E55">
              <w:rPr>
                <w:rFonts w:cs="Arial"/>
                <w:b/>
                <w:sz w:val="21"/>
                <w:szCs w:val="21"/>
              </w:rPr>
              <w:t>Kadaka tee 63/1, 12915 Tallinn</w:t>
            </w:r>
          </w:p>
        </w:tc>
      </w:tr>
      <w:tr w:rsidR="003C697E" w:rsidRPr="00D00E55" w14:paraId="31EF61D8" w14:textId="77777777" w:rsidTr="00D0429F">
        <w:trPr>
          <w:gridBefore w:val="1"/>
          <w:wBefore w:w="113" w:type="dxa"/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4CE8C8ED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Andra 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>McManus</w:t>
            </w:r>
          </w:p>
        </w:tc>
      </w:tr>
      <w:tr w:rsidR="003C697E" w:rsidRPr="00D00E55" w14:paraId="0A8E4FF4" w14:textId="77777777" w:rsidTr="00D0429F">
        <w:trPr>
          <w:gridBefore w:val="1"/>
          <w:wBefore w:w="113" w:type="dxa"/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07A63235" w:rsidR="003C697E" w:rsidRPr="00D00E55" w:rsidRDefault="003C697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D0429F">
        <w:trPr>
          <w:gridBefore w:val="1"/>
          <w:wBefore w:w="113" w:type="dxa"/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12560AC1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5B46F8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D0429F">
        <w:trPr>
          <w:gridBefore w:val="1"/>
          <w:wBefore w:w="113" w:type="dxa"/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D0429F">
        <w:trPr>
          <w:gridBefore w:val="1"/>
          <w:wBefore w:w="113" w:type="dxa"/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43688A34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D1086C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D0429F">
        <w:trPr>
          <w:gridBefore w:val="1"/>
          <w:wBefore w:w="113" w:type="dxa"/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D0429F">
        <w:trPr>
          <w:gridBefore w:val="1"/>
          <w:wBefore w:w="113" w:type="dxa"/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D0429F">
        <w:trPr>
          <w:gridBefore w:val="1"/>
          <w:wBefore w:w="113" w:type="dxa"/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1E618BCB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nimetus ja number: </w:t>
            </w:r>
            <w:r w:rsidR="00925B3A">
              <w:rPr>
                <w:rFonts w:cs="Arial"/>
                <w:b/>
                <w:bCs/>
                <w:sz w:val="21"/>
                <w:szCs w:val="21"/>
              </w:rPr>
              <w:t>IP4907</w:t>
            </w:r>
            <w:r w:rsidR="001F4440" w:rsidRPr="008062B2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1F4440">
              <w:rPr>
                <w:rFonts w:cs="Arial"/>
                <w:b/>
                <w:sz w:val="21"/>
                <w:szCs w:val="21"/>
              </w:rPr>
              <w:t>„</w:t>
            </w:r>
            <w:r w:rsidR="00925B3A">
              <w:rPr>
                <w:rFonts w:cs="Arial"/>
                <w:b/>
                <w:sz w:val="21"/>
                <w:szCs w:val="21"/>
              </w:rPr>
              <w:t>Sõmerpalu-Hänike</w:t>
            </w:r>
            <w:r w:rsidR="00D1086C">
              <w:rPr>
                <w:rFonts w:cs="Arial"/>
                <w:b/>
                <w:sz w:val="21"/>
                <w:szCs w:val="21"/>
              </w:rPr>
              <w:t xml:space="preserve"> </w:t>
            </w:r>
            <w:r w:rsidR="005B46F8">
              <w:rPr>
                <w:rFonts w:cs="Arial"/>
                <w:b/>
                <w:sz w:val="21"/>
                <w:szCs w:val="21"/>
              </w:rPr>
              <w:t>1</w:t>
            </w:r>
            <w:r w:rsidR="00D1086C">
              <w:rPr>
                <w:rFonts w:cs="Arial"/>
                <w:b/>
                <w:sz w:val="21"/>
                <w:szCs w:val="21"/>
              </w:rPr>
              <w:t>0</w:t>
            </w:r>
            <w:r w:rsidR="005B46F8">
              <w:rPr>
                <w:rFonts w:cs="Arial"/>
                <w:b/>
                <w:sz w:val="21"/>
                <w:szCs w:val="21"/>
              </w:rPr>
              <w:t xml:space="preserve">kV </w:t>
            </w:r>
            <w:r w:rsidR="00D1086C">
              <w:rPr>
                <w:rFonts w:cs="Arial"/>
                <w:b/>
                <w:sz w:val="21"/>
                <w:szCs w:val="21"/>
              </w:rPr>
              <w:t>fiidri re</w:t>
            </w:r>
            <w:r w:rsidR="005B46F8">
              <w:rPr>
                <w:rFonts w:cs="Arial"/>
                <w:b/>
                <w:sz w:val="21"/>
                <w:szCs w:val="21"/>
              </w:rPr>
              <w:t>konstrueerimine</w:t>
            </w:r>
            <w:r w:rsidR="00D1086C">
              <w:rPr>
                <w:rFonts w:cs="Arial"/>
                <w:b/>
                <w:sz w:val="21"/>
                <w:szCs w:val="21"/>
              </w:rPr>
              <w:t xml:space="preserve"> V</w:t>
            </w:r>
            <w:r w:rsidR="00925B3A">
              <w:rPr>
                <w:rFonts w:cs="Arial"/>
                <w:b/>
                <w:sz w:val="21"/>
                <w:szCs w:val="21"/>
              </w:rPr>
              <w:t>õru</w:t>
            </w:r>
            <w:r w:rsidR="00D1086C">
              <w:rPr>
                <w:rFonts w:cs="Arial"/>
                <w:b/>
                <w:sz w:val="21"/>
                <w:szCs w:val="21"/>
              </w:rPr>
              <w:t xml:space="preserve">maal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D0429F">
        <w:trPr>
          <w:gridBefore w:val="1"/>
          <w:wBefore w:w="113" w:type="dxa"/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D0429F">
        <w:trPr>
          <w:gridBefore w:val="1"/>
          <w:wBefore w:w="113" w:type="dxa"/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20B50D73" w:rsidR="003C697E" w:rsidRPr="00D00E55" w:rsidRDefault="00D0429F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08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</w:t>
            </w:r>
            <w:r w:rsidR="00D1086C">
              <w:rPr>
                <w:rFonts w:cs="Arial"/>
                <w:b/>
                <w:sz w:val="21"/>
                <w:szCs w:val="21"/>
                <w:lang w:val="en-US"/>
              </w:rPr>
              <w:t>0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9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.202</w:t>
            </w:r>
            <w:r w:rsidR="00D1086C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 xml:space="preserve"> nr 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7.1-2/2</w:t>
            </w:r>
            <w:r w:rsidR="00B0539F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/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19120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-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2</w:t>
            </w:r>
          </w:p>
        </w:tc>
      </w:tr>
      <w:tr w:rsidR="003C697E" w:rsidRPr="00D00E55" w14:paraId="5D55EAE1" w14:textId="77777777" w:rsidTr="00D0429F">
        <w:trPr>
          <w:gridBefore w:val="1"/>
          <w:wBefore w:w="113" w:type="dxa"/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</w:p>
          <w:p w14:paraId="2B3E4CDE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1519C25" w14:textId="478A0A58" w:rsidR="00EA468E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25214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Muuga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Hänike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  <w:p w14:paraId="5CDA68F0" w14:textId="25C946FF" w:rsidR="00D0429F" w:rsidRPr="00D00E55" w:rsidRDefault="00D0429F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25103 Vaabina-Sõmerpalu tee</w:t>
            </w:r>
          </w:p>
          <w:p w14:paraId="7A565709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3C697E" w:rsidRPr="00D00E55" w14:paraId="1C35885F" w14:textId="77777777" w:rsidTr="00D0429F">
        <w:trPr>
          <w:gridBefore w:val="1"/>
          <w:wBefore w:w="113" w:type="dxa"/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68E8829B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76702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:002: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00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22</w:t>
            </w:r>
          </w:p>
        </w:tc>
      </w:tr>
      <w:tr w:rsidR="003C697E" w:rsidRPr="00D00E55" w14:paraId="690D6352" w14:textId="77777777" w:rsidTr="00D0429F">
        <w:trPr>
          <w:gridBefore w:val="1"/>
          <w:wBefore w:w="113" w:type="dxa"/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4B672B68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25214</w:t>
            </w:r>
            <w:r w:rsidR="005B46F8"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Muuga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Hänike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</w:tc>
      </w:tr>
      <w:tr w:rsidR="003C697E" w:rsidRPr="00D00E55" w14:paraId="6951443C" w14:textId="77777777" w:rsidTr="00D0429F">
        <w:trPr>
          <w:gridBefore w:val="1"/>
          <w:wBefore w:w="113" w:type="dxa"/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3AC8373F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kinnisvararegistri objekti kood:</w:t>
            </w:r>
            <w:r w:rsidR="008062B2">
              <w:rPr>
                <w:rFonts w:cs="Arial"/>
                <w:sz w:val="21"/>
                <w:szCs w:val="21"/>
              </w:rPr>
              <w:t xml:space="preserve"> </w:t>
            </w:r>
            <w:r w:rsidR="005B46F8" w:rsidRPr="00EA468E">
              <w:rPr>
                <w:rFonts w:cs="Arial"/>
                <w:b/>
                <w:bCs/>
                <w:sz w:val="21"/>
                <w:szCs w:val="21"/>
              </w:rPr>
              <w:t>KV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8343</w:t>
            </w:r>
          </w:p>
        </w:tc>
      </w:tr>
      <w:tr w:rsidR="003C697E" w:rsidRPr="00D00E55" w14:paraId="2006F7ED" w14:textId="77777777" w:rsidTr="00D0429F">
        <w:trPr>
          <w:gridBefore w:val="1"/>
          <w:wBefore w:w="113" w:type="dxa"/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C90776C" w14:textId="21EB0709" w:rsidR="003C697E" w:rsidRPr="00A1710C" w:rsidRDefault="003C697E" w:rsidP="004844A2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="008062B2"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7910750</w:t>
            </w:r>
          </w:p>
          <w:p w14:paraId="6D423563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3C697E" w:rsidRPr="00D00E55" w14:paraId="5DEA5556" w14:textId="77777777" w:rsidTr="00D0429F">
        <w:trPr>
          <w:gridBefore w:val="1"/>
          <w:wBefore w:w="113" w:type="dxa"/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32BD17EA" w:rsidR="003C697E" w:rsidRPr="00D00E55" w:rsidRDefault="001F4440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  <w:tr w:rsidR="00EC413D" w:rsidRPr="00D00E55" w14:paraId="6F14956A" w14:textId="77777777" w:rsidTr="00D0429F">
        <w:trPr>
          <w:gridBefore w:val="1"/>
          <w:wBefore w:w="113" w:type="dxa"/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161DAE2F" w14:textId="0D8560F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2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0BB00470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7AA6FB79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730A5966" w14:textId="478713BF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76702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:002: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2110</w:t>
            </w:r>
          </w:p>
        </w:tc>
      </w:tr>
      <w:tr w:rsidR="00EC413D" w:rsidRPr="00D00E55" w14:paraId="0EBA34BA" w14:textId="77777777" w:rsidTr="00D0429F">
        <w:trPr>
          <w:gridBefore w:val="1"/>
          <w:wBefore w:w="113" w:type="dxa"/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3B4EAFD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4EA7998A" w14:textId="05341124" w:rsidR="00EC413D" w:rsidRPr="00D00E55" w:rsidRDefault="00EC413D" w:rsidP="00EC413D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25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103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Vaabina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D0429F">
              <w:rPr>
                <w:rFonts w:cs="Arial"/>
                <w:b/>
                <w:bCs/>
                <w:sz w:val="21"/>
                <w:szCs w:val="21"/>
              </w:rPr>
              <w:t>Sõmerpalu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</w:tc>
      </w:tr>
      <w:tr w:rsidR="00EC413D" w:rsidRPr="00D00E55" w14:paraId="292CA4BE" w14:textId="77777777" w:rsidTr="00D0429F">
        <w:trPr>
          <w:gridBefore w:val="1"/>
          <w:wBefore w:w="113" w:type="dxa"/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8858523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55140B8" w14:textId="6180D381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>
              <w:rPr>
                <w:rFonts w:cs="Arial"/>
                <w:b/>
                <w:bCs/>
                <w:noProof/>
                <w:sz w:val="21"/>
                <w:szCs w:val="21"/>
              </w:rPr>
              <w:t>KV</w:t>
            </w:r>
            <w:r w:rsidR="00D0429F">
              <w:rPr>
                <w:rFonts w:cs="Arial"/>
                <w:b/>
                <w:bCs/>
                <w:noProof/>
                <w:sz w:val="21"/>
                <w:szCs w:val="21"/>
              </w:rPr>
              <w:t>72774</w:t>
            </w:r>
          </w:p>
        </w:tc>
      </w:tr>
      <w:tr w:rsidR="00EC413D" w:rsidRPr="00D00E55" w14:paraId="4E0E8574" w14:textId="77777777" w:rsidTr="00D0429F">
        <w:trPr>
          <w:gridBefore w:val="1"/>
          <w:wBefore w:w="113" w:type="dxa"/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0B8D4F5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4F9BCAA" w14:textId="567BAFC4" w:rsidR="00EC413D" w:rsidRDefault="00EC413D" w:rsidP="00EC413D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D0429F">
              <w:rPr>
                <w:rFonts w:cs="Arial"/>
                <w:b/>
                <w:bCs/>
                <w:iCs/>
                <w:sz w:val="21"/>
                <w:szCs w:val="21"/>
              </w:rPr>
              <w:t>8356250</w:t>
            </w:r>
          </w:p>
          <w:p w14:paraId="65F14FC4" w14:textId="73DA9BF7" w:rsidR="00EA468E" w:rsidRPr="00EA468E" w:rsidRDefault="00EA468E" w:rsidP="00EC413D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-----------------------------------------------------------------------------------------</w:t>
            </w:r>
          </w:p>
          <w:p w14:paraId="35991D87" w14:textId="34CADD69" w:rsidR="00EA468E" w:rsidRPr="00D00E55" w:rsidRDefault="00EA468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  <w:bookmarkEnd w:id="1"/>
      <w:tr w:rsidR="00D0429F" w:rsidRPr="00D00E55" w14:paraId="26955FDF" w14:textId="77777777" w:rsidTr="00D0429F">
        <w:trPr>
          <w:trHeight w:val="402"/>
        </w:trPr>
        <w:tc>
          <w:tcPr>
            <w:tcW w:w="2742" w:type="dxa"/>
            <w:gridSpan w:val="2"/>
            <w:vMerge w:val="restart"/>
            <w:tcBorders>
              <w:right w:val="single" w:sz="4" w:space="0" w:color="000000"/>
            </w:tcBorders>
          </w:tcPr>
          <w:p w14:paraId="3135E1D1" w14:textId="3BC61437" w:rsidR="00D0429F" w:rsidRPr="00D00E55" w:rsidRDefault="00D0429F" w:rsidP="00F82105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lastRenderedPageBreak/>
              <w:t>1.</w:t>
            </w:r>
            <w:r>
              <w:rPr>
                <w:rFonts w:cs="Arial"/>
                <w:b/>
                <w:sz w:val="21"/>
                <w:szCs w:val="21"/>
              </w:rPr>
              <w:t>3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7B24E610" w14:textId="77777777" w:rsidR="00D0429F" w:rsidRPr="00D00E55" w:rsidRDefault="00D0429F" w:rsidP="00F82105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519AFD88" w14:textId="77777777" w:rsidR="00D0429F" w:rsidRPr="00D00E55" w:rsidRDefault="00D0429F" w:rsidP="00F82105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41FD1EDA" w14:textId="577CE753" w:rsidR="00D0429F" w:rsidRPr="00D00E55" w:rsidRDefault="00D0429F" w:rsidP="00F82105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bCs/>
                <w:sz w:val="21"/>
                <w:szCs w:val="21"/>
              </w:rPr>
              <w:t>76702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>:00</w:t>
            </w:r>
            <w:r>
              <w:rPr>
                <w:rFonts w:cs="Arial"/>
                <w:b/>
                <w:bCs/>
                <w:sz w:val="21"/>
                <w:szCs w:val="21"/>
              </w:rPr>
              <w:t>1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>:</w:t>
            </w:r>
            <w:r>
              <w:rPr>
                <w:rFonts w:cs="Arial"/>
                <w:b/>
                <w:bCs/>
                <w:sz w:val="21"/>
                <w:szCs w:val="21"/>
              </w:rPr>
              <w:t>1280</w:t>
            </w:r>
          </w:p>
        </w:tc>
      </w:tr>
      <w:tr w:rsidR="00D0429F" w:rsidRPr="00D00E55" w14:paraId="0BB7AC91" w14:textId="77777777" w:rsidTr="00D0429F">
        <w:trPr>
          <w:trHeight w:val="422"/>
        </w:trPr>
        <w:tc>
          <w:tcPr>
            <w:tcW w:w="2742" w:type="dxa"/>
            <w:gridSpan w:val="2"/>
            <w:vMerge/>
            <w:tcBorders>
              <w:right w:val="single" w:sz="4" w:space="0" w:color="000000"/>
            </w:tcBorders>
          </w:tcPr>
          <w:p w14:paraId="4B8BBD36" w14:textId="77777777" w:rsidR="00D0429F" w:rsidRPr="00D00E55" w:rsidRDefault="00D0429F" w:rsidP="00F82105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4AE69A3B" w14:textId="77777777" w:rsidR="00D0429F" w:rsidRPr="00D00E55" w:rsidRDefault="00D0429F" w:rsidP="00F82105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25</w:t>
            </w:r>
            <w:r>
              <w:rPr>
                <w:rFonts w:cs="Arial"/>
                <w:b/>
                <w:bCs/>
                <w:sz w:val="21"/>
                <w:szCs w:val="21"/>
              </w:rPr>
              <w:t>103 Vaabina – Sõmerpalu tee</w:t>
            </w:r>
          </w:p>
        </w:tc>
      </w:tr>
      <w:tr w:rsidR="00D0429F" w:rsidRPr="00D00E55" w14:paraId="7BFAF51B" w14:textId="77777777" w:rsidTr="00D0429F">
        <w:trPr>
          <w:trHeight w:val="382"/>
        </w:trPr>
        <w:tc>
          <w:tcPr>
            <w:tcW w:w="2742" w:type="dxa"/>
            <w:gridSpan w:val="2"/>
            <w:vMerge/>
            <w:tcBorders>
              <w:right w:val="single" w:sz="4" w:space="0" w:color="000000"/>
            </w:tcBorders>
          </w:tcPr>
          <w:p w14:paraId="2063F611" w14:textId="77777777" w:rsidR="00D0429F" w:rsidRPr="00D00E55" w:rsidRDefault="00D0429F" w:rsidP="00F82105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35E3B747" w14:textId="78B75932" w:rsidR="00D0429F" w:rsidRPr="00D00E55" w:rsidRDefault="00D0429F" w:rsidP="00F82105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>
              <w:rPr>
                <w:rFonts w:cs="Arial"/>
                <w:b/>
                <w:bCs/>
                <w:noProof/>
                <w:sz w:val="21"/>
                <w:szCs w:val="21"/>
              </w:rPr>
              <w:t>KV72773</w:t>
            </w:r>
          </w:p>
        </w:tc>
      </w:tr>
      <w:tr w:rsidR="00D0429F" w:rsidRPr="00D00E55" w14:paraId="4BED2295" w14:textId="77777777" w:rsidTr="00D0429F">
        <w:trPr>
          <w:trHeight w:val="173"/>
        </w:trPr>
        <w:tc>
          <w:tcPr>
            <w:tcW w:w="2742" w:type="dxa"/>
            <w:gridSpan w:val="2"/>
            <w:vMerge/>
            <w:tcBorders>
              <w:right w:val="single" w:sz="4" w:space="0" w:color="000000"/>
            </w:tcBorders>
          </w:tcPr>
          <w:p w14:paraId="659A169A" w14:textId="77777777" w:rsidR="00D0429F" w:rsidRPr="00D00E55" w:rsidRDefault="00D0429F" w:rsidP="00F82105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361ED48" w14:textId="611E79A0" w:rsidR="00D0429F" w:rsidRDefault="00D0429F" w:rsidP="00F82105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bCs/>
                <w:iCs/>
                <w:sz w:val="21"/>
                <w:szCs w:val="21"/>
              </w:rPr>
              <w:t>8058250</w:t>
            </w:r>
          </w:p>
          <w:p w14:paraId="3ED8CD1B" w14:textId="77777777" w:rsidR="00D0429F" w:rsidRPr="00EA468E" w:rsidRDefault="00D0429F" w:rsidP="00F82105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-----------------------------------------------------------------------------------------</w:t>
            </w:r>
          </w:p>
          <w:p w14:paraId="1E415882" w14:textId="77777777" w:rsidR="00D0429F" w:rsidRPr="00D00E55" w:rsidRDefault="00D0429F" w:rsidP="00F82105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</w:tbl>
    <w:p w14:paraId="032717AE" w14:textId="77777777" w:rsidR="00D0429F" w:rsidRDefault="00D0429F" w:rsidP="00E014E3">
      <w:pPr>
        <w:rPr>
          <w:rFonts w:ascii="Times New Roman" w:hAnsi="Times New Roman"/>
          <w:lang w:val="et-EE"/>
        </w:rPr>
      </w:pPr>
    </w:p>
    <w:p w14:paraId="38D72868" w14:textId="77777777" w:rsidR="00D0429F" w:rsidRDefault="00D0429F" w:rsidP="00E014E3">
      <w:pPr>
        <w:rPr>
          <w:rFonts w:ascii="Times New Roman" w:hAnsi="Times New Roman"/>
          <w:lang w:val="et-EE"/>
        </w:rPr>
      </w:pPr>
    </w:p>
    <w:p w14:paraId="4005A260" w14:textId="0DC42549" w:rsidR="00EC413D" w:rsidRDefault="00B0539F" w:rsidP="00E014E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Lugupidamisega</w:t>
      </w:r>
    </w:p>
    <w:p w14:paraId="29DD33C1" w14:textId="77777777" w:rsidR="003E49FA" w:rsidRDefault="003E49FA" w:rsidP="00E014E3">
      <w:pPr>
        <w:rPr>
          <w:rFonts w:ascii="Times New Roman" w:hAnsi="Times New Roman"/>
          <w:lang w:val="et-EE"/>
        </w:rPr>
      </w:pPr>
    </w:p>
    <w:p w14:paraId="614995A1" w14:textId="7F98F433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EFE261E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</w:p>
    <w:p w14:paraId="57092490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 xml:space="preserve">Kaido Kivisild </w:t>
      </w:r>
    </w:p>
    <w:p w14:paraId="14CC9616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Elektrilevi OÜ volitatud esindaja</w:t>
      </w:r>
    </w:p>
    <w:p w14:paraId="07A68171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Tel: 510 5657</w:t>
      </w:r>
    </w:p>
    <w:p w14:paraId="5BC2FF06" w14:textId="7DA7B0B9" w:rsidR="004C151D" w:rsidRPr="00D00E55" w:rsidRDefault="00E014E3" w:rsidP="003F6662">
      <w:pPr>
        <w:rPr>
          <w:rFonts w:cs="Arial"/>
          <w:sz w:val="21"/>
          <w:szCs w:val="21"/>
        </w:rPr>
      </w:pPr>
      <w:r w:rsidRPr="00E631EC">
        <w:rPr>
          <w:rFonts w:ascii="Times New Roman" w:hAnsi="Times New Roman"/>
          <w:lang w:val="et-EE"/>
        </w:rPr>
        <w:t>E-</w:t>
      </w:r>
      <w:r>
        <w:rPr>
          <w:rFonts w:ascii="Times New Roman" w:hAnsi="Times New Roman"/>
          <w:lang w:val="et-EE"/>
        </w:rPr>
        <w:t>post</w:t>
      </w:r>
      <w:r w:rsidRPr="00E631EC">
        <w:rPr>
          <w:rFonts w:ascii="Times New Roman" w:hAnsi="Times New Roman"/>
          <w:lang w:val="et-EE"/>
        </w:rPr>
        <w:t>: kaido.kivisild@</w:t>
      </w:r>
      <w:r w:rsidR="009E7312">
        <w:rPr>
          <w:rFonts w:ascii="Times New Roman" w:hAnsi="Times New Roman"/>
          <w:lang w:val="et-EE"/>
        </w:rPr>
        <w:t>energia</w:t>
      </w:r>
      <w:r w:rsidRPr="00E631EC">
        <w:rPr>
          <w:rFonts w:ascii="Times New Roman" w:hAnsi="Times New Roman"/>
          <w:lang w:val="et-EE"/>
        </w:rPr>
        <w:t xml:space="preserve">.ee </w:t>
      </w:r>
    </w:p>
    <w:sectPr w:rsidR="004C151D" w:rsidRPr="00D00E55" w:rsidSect="009C6051">
      <w:headerReference w:type="first" r:id="rId11"/>
      <w:footerReference w:type="first" r:id="rId12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Tallinn</w:t>
          </w:r>
          <w:proofErr w:type="spellEnd"/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.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kood</w:t>
          </w:r>
          <w:proofErr w:type="spellEnd"/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770311">
    <w:abstractNumId w:val="10"/>
  </w:num>
  <w:num w:numId="2" w16cid:durableId="315498174">
    <w:abstractNumId w:val="8"/>
  </w:num>
  <w:num w:numId="3" w16cid:durableId="1014770159">
    <w:abstractNumId w:val="7"/>
  </w:num>
  <w:num w:numId="4" w16cid:durableId="1546025211">
    <w:abstractNumId w:val="6"/>
  </w:num>
  <w:num w:numId="5" w16cid:durableId="782840617">
    <w:abstractNumId w:val="5"/>
  </w:num>
  <w:num w:numId="6" w16cid:durableId="977538374">
    <w:abstractNumId w:val="9"/>
  </w:num>
  <w:num w:numId="7" w16cid:durableId="763458358">
    <w:abstractNumId w:val="4"/>
  </w:num>
  <w:num w:numId="8" w16cid:durableId="274212579">
    <w:abstractNumId w:val="3"/>
  </w:num>
  <w:num w:numId="9" w16cid:durableId="846746619">
    <w:abstractNumId w:val="2"/>
  </w:num>
  <w:num w:numId="10" w16cid:durableId="1465275561">
    <w:abstractNumId w:val="1"/>
  </w:num>
  <w:num w:numId="11" w16cid:durableId="471022971">
    <w:abstractNumId w:val="0"/>
  </w:num>
  <w:num w:numId="12" w16cid:durableId="38357300">
    <w:abstractNumId w:val="13"/>
  </w:num>
  <w:num w:numId="13" w16cid:durableId="374500938">
    <w:abstractNumId w:val="11"/>
  </w:num>
  <w:num w:numId="14" w16cid:durableId="17241390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C1176"/>
    <w:rsid w:val="001C6D20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70E7A"/>
    <w:rsid w:val="003B2301"/>
    <w:rsid w:val="003C697E"/>
    <w:rsid w:val="003E49FA"/>
    <w:rsid w:val="003F0D3F"/>
    <w:rsid w:val="003F6662"/>
    <w:rsid w:val="004029A9"/>
    <w:rsid w:val="004272A3"/>
    <w:rsid w:val="0044408C"/>
    <w:rsid w:val="004475AB"/>
    <w:rsid w:val="004844A2"/>
    <w:rsid w:val="004A49E9"/>
    <w:rsid w:val="004C151D"/>
    <w:rsid w:val="004E4258"/>
    <w:rsid w:val="004F3B24"/>
    <w:rsid w:val="00531E0D"/>
    <w:rsid w:val="005A1A54"/>
    <w:rsid w:val="005B46F8"/>
    <w:rsid w:val="006165B9"/>
    <w:rsid w:val="006170E8"/>
    <w:rsid w:val="0064512F"/>
    <w:rsid w:val="006A4257"/>
    <w:rsid w:val="006B4E07"/>
    <w:rsid w:val="006D2A93"/>
    <w:rsid w:val="006D5424"/>
    <w:rsid w:val="006F32B2"/>
    <w:rsid w:val="00700C66"/>
    <w:rsid w:val="00731CF9"/>
    <w:rsid w:val="00781246"/>
    <w:rsid w:val="007A59AB"/>
    <w:rsid w:val="007D0A82"/>
    <w:rsid w:val="007E572F"/>
    <w:rsid w:val="008062B2"/>
    <w:rsid w:val="00841FA1"/>
    <w:rsid w:val="008A7B36"/>
    <w:rsid w:val="008C4F88"/>
    <w:rsid w:val="008F5561"/>
    <w:rsid w:val="00910E3A"/>
    <w:rsid w:val="00925B3A"/>
    <w:rsid w:val="00966F5D"/>
    <w:rsid w:val="0098637E"/>
    <w:rsid w:val="009C6051"/>
    <w:rsid w:val="009E7312"/>
    <w:rsid w:val="00A1209E"/>
    <w:rsid w:val="00A1710C"/>
    <w:rsid w:val="00A52EC2"/>
    <w:rsid w:val="00A540D6"/>
    <w:rsid w:val="00A629B7"/>
    <w:rsid w:val="00A8710E"/>
    <w:rsid w:val="00AA3134"/>
    <w:rsid w:val="00AC4D45"/>
    <w:rsid w:val="00AE6798"/>
    <w:rsid w:val="00B04FBC"/>
    <w:rsid w:val="00B0539F"/>
    <w:rsid w:val="00B34061"/>
    <w:rsid w:val="00C277E4"/>
    <w:rsid w:val="00C43B2E"/>
    <w:rsid w:val="00C543C6"/>
    <w:rsid w:val="00D00E55"/>
    <w:rsid w:val="00D0429F"/>
    <w:rsid w:val="00D0729B"/>
    <w:rsid w:val="00D1086C"/>
    <w:rsid w:val="00D23295"/>
    <w:rsid w:val="00D56A6D"/>
    <w:rsid w:val="00DD5138"/>
    <w:rsid w:val="00E00BE0"/>
    <w:rsid w:val="00E014E3"/>
    <w:rsid w:val="00E1787F"/>
    <w:rsid w:val="00E461B2"/>
    <w:rsid w:val="00E82685"/>
    <w:rsid w:val="00EA468E"/>
    <w:rsid w:val="00EB19D9"/>
    <w:rsid w:val="00EC413D"/>
    <w:rsid w:val="00ED0B07"/>
    <w:rsid w:val="00ED24D9"/>
    <w:rsid w:val="00F31AB4"/>
    <w:rsid w:val="00F40BF6"/>
    <w:rsid w:val="00FA7F29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10</TotalTime>
  <Pages>2</Pages>
  <Words>205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4</cp:revision>
  <cp:lastPrinted>2023-12-05T11:36:00Z</cp:lastPrinted>
  <dcterms:created xsi:type="dcterms:W3CDTF">2023-12-05T11:34:00Z</dcterms:created>
  <dcterms:modified xsi:type="dcterms:W3CDTF">2023-12-05T12:18:00Z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